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1724"/>
        <w:gridCol w:w="3038"/>
        <w:gridCol w:w="1286"/>
        <w:gridCol w:w="1829"/>
      </w:tblGrid>
      <w:tr w:rsidR="00C1399A" w:rsidRPr="0086750F" w:rsidTr="00A80E6E">
        <w:trPr>
          <w:trHeight w:val="533"/>
        </w:trPr>
        <w:tc>
          <w:tcPr>
            <w:tcW w:w="8494" w:type="dxa"/>
            <w:gridSpan w:val="5"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C1399A" w:rsidRPr="004F6334" w:rsidRDefault="008350B7" w:rsidP="003D33B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Taller F</w:t>
            </w:r>
            <w:r w:rsidR="003D33B1">
              <w:rPr>
                <w:b/>
              </w:rPr>
              <w:t>ormación</w:t>
            </w:r>
            <w:r>
              <w:rPr>
                <w:b/>
              </w:rPr>
              <w:t xml:space="preserve"> y Empleo</w:t>
            </w:r>
            <w:r w:rsidR="004F6334">
              <w:rPr>
                <w:b/>
              </w:rPr>
              <w:t>:</w:t>
            </w:r>
          </w:p>
        </w:tc>
      </w:tr>
      <w:tr w:rsidR="005E2D32" w:rsidRPr="0086750F" w:rsidTr="00A80E6E">
        <w:trPr>
          <w:trHeight w:val="533"/>
        </w:trPr>
        <w:tc>
          <w:tcPr>
            <w:tcW w:w="8494" w:type="dxa"/>
            <w:gridSpan w:val="5"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5E2D32" w:rsidRDefault="005E2D32" w:rsidP="005E2D3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ACTUACIONES DE ORIENTACIÓN INDIVIDUAL</w:t>
            </w:r>
          </w:p>
        </w:tc>
      </w:tr>
      <w:tr w:rsidR="00C1399A" w:rsidRPr="0086750F" w:rsidTr="00A80E6E">
        <w:tc>
          <w:tcPr>
            <w:tcW w:w="8494" w:type="dxa"/>
            <w:gridSpan w:val="5"/>
            <w:tcBorders>
              <w:left w:val="nil"/>
              <w:right w:val="nil"/>
            </w:tcBorders>
          </w:tcPr>
          <w:p w:rsidR="00C1399A" w:rsidRPr="0086750F" w:rsidRDefault="00C1399A" w:rsidP="0086750F">
            <w:pPr>
              <w:spacing w:after="0" w:line="240" w:lineRule="auto"/>
            </w:pPr>
          </w:p>
        </w:tc>
      </w:tr>
      <w:tr w:rsidR="00C1399A" w:rsidRPr="0086750F" w:rsidTr="005E2D32">
        <w:trPr>
          <w:trHeight w:val="470"/>
        </w:trPr>
        <w:tc>
          <w:tcPr>
            <w:tcW w:w="8494" w:type="dxa"/>
            <w:gridSpan w:val="5"/>
            <w:tcBorders>
              <w:bottom w:val="single" w:sz="4" w:space="0" w:color="auto"/>
            </w:tcBorders>
          </w:tcPr>
          <w:p w:rsidR="004F6334" w:rsidRPr="005E2D32" w:rsidRDefault="00C1399A" w:rsidP="008350B7">
            <w:pPr>
              <w:spacing w:after="0" w:line="240" w:lineRule="auto"/>
              <w:rPr>
                <w:b/>
              </w:rPr>
            </w:pPr>
            <w:r w:rsidRPr="0086750F">
              <w:rPr>
                <w:b/>
              </w:rPr>
              <w:t xml:space="preserve">ENTIDAD: </w:t>
            </w:r>
            <w:r w:rsidR="000628D3">
              <w:rPr>
                <w:b/>
              </w:rPr>
              <w:t>__________________________</w:t>
            </w:r>
          </w:p>
        </w:tc>
      </w:tr>
      <w:tr w:rsidR="00C1399A" w:rsidRPr="0086750F" w:rsidTr="00A80E6E">
        <w:tc>
          <w:tcPr>
            <w:tcW w:w="8494" w:type="dxa"/>
            <w:gridSpan w:val="5"/>
            <w:tcBorders>
              <w:left w:val="nil"/>
              <w:right w:val="nil"/>
            </w:tcBorders>
          </w:tcPr>
          <w:p w:rsidR="00C1399A" w:rsidRPr="0086750F" w:rsidRDefault="00C1399A" w:rsidP="0086750F">
            <w:pPr>
              <w:spacing w:after="0" w:line="240" w:lineRule="auto"/>
            </w:pPr>
          </w:p>
        </w:tc>
      </w:tr>
      <w:tr w:rsidR="00C1399A" w:rsidRPr="0086750F" w:rsidTr="00A80E6E">
        <w:trPr>
          <w:trHeight w:val="454"/>
        </w:trPr>
        <w:tc>
          <w:tcPr>
            <w:tcW w:w="8494" w:type="dxa"/>
            <w:gridSpan w:val="5"/>
            <w:vAlign w:val="center"/>
          </w:tcPr>
          <w:p w:rsidR="00C1399A" w:rsidRPr="0086750F" w:rsidRDefault="00C1399A" w:rsidP="00A80E6E">
            <w:pPr>
              <w:spacing w:after="0" w:line="240" w:lineRule="auto"/>
              <w:rPr>
                <w:b/>
              </w:rPr>
            </w:pPr>
            <w:r w:rsidRPr="0086750F">
              <w:rPr>
                <w:b/>
              </w:rPr>
              <w:t>NOMBRE Y APELLIDOS TÉCNICO/A:</w:t>
            </w:r>
          </w:p>
        </w:tc>
      </w:tr>
      <w:tr w:rsidR="00C1399A" w:rsidRPr="0086750F" w:rsidTr="00A80E6E">
        <w:trPr>
          <w:trHeight w:val="454"/>
        </w:trPr>
        <w:tc>
          <w:tcPr>
            <w:tcW w:w="8494" w:type="dxa"/>
            <w:gridSpan w:val="5"/>
            <w:vAlign w:val="center"/>
          </w:tcPr>
          <w:p w:rsidR="00C1399A" w:rsidRPr="0086750F" w:rsidRDefault="00C1399A" w:rsidP="00A80E6E">
            <w:pPr>
              <w:spacing w:after="0" w:line="240" w:lineRule="auto"/>
              <w:rPr>
                <w:b/>
              </w:rPr>
            </w:pPr>
            <w:r w:rsidRPr="0086750F">
              <w:rPr>
                <w:b/>
              </w:rPr>
              <w:t>LOCALIDAD:</w:t>
            </w:r>
          </w:p>
        </w:tc>
      </w:tr>
      <w:tr w:rsidR="00C1399A" w:rsidRPr="0086750F" w:rsidTr="00A80E6E">
        <w:trPr>
          <w:trHeight w:val="454"/>
        </w:trPr>
        <w:tc>
          <w:tcPr>
            <w:tcW w:w="8494" w:type="dxa"/>
            <w:gridSpan w:val="5"/>
            <w:vAlign w:val="center"/>
          </w:tcPr>
          <w:p w:rsidR="00C1399A" w:rsidRPr="0086750F" w:rsidRDefault="00C1399A" w:rsidP="00A80E6E">
            <w:pPr>
              <w:spacing w:after="0" w:line="240" w:lineRule="auto"/>
              <w:rPr>
                <w:b/>
              </w:rPr>
            </w:pPr>
            <w:r w:rsidRPr="0086750F">
              <w:rPr>
                <w:b/>
              </w:rPr>
              <w:t xml:space="preserve">NOMBRE Y APELLIDOS </w:t>
            </w:r>
            <w:r w:rsidR="004F6334">
              <w:rPr>
                <w:b/>
              </w:rPr>
              <w:t>PARTICIPANTE</w:t>
            </w:r>
            <w:r w:rsidRPr="0086750F">
              <w:rPr>
                <w:b/>
              </w:rPr>
              <w:t>:</w:t>
            </w:r>
          </w:p>
        </w:tc>
      </w:tr>
      <w:tr w:rsidR="00C1399A" w:rsidRPr="0086750F" w:rsidTr="005E2D32">
        <w:trPr>
          <w:trHeight w:val="454"/>
        </w:trPr>
        <w:tc>
          <w:tcPr>
            <w:tcW w:w="2341" w:type="dxa"/>
            <w:gridSpan w:val="2"/>
            <w:vAlign w:val="center"/>
          </w:tcPr>
          <w:p w:rsidR="00C1399A" w:rsidRPr="0086750F" w:rsidRDefault="00C1399A" w:rsidP="00A80E6E">
            <w:pPr>
              <w:spacing w:after="0" w:line="240" w:lineRule="auto"/>
              <w:rPr>
                <w:b/>
              </w:rPr>
            </w:pPr>
            <w:r w:rsidRPr="0086750F">
              <w:rPr>
                <w:b/>
              </w:rPr>
              <w:t>NIF/NIE:</w:t>
            </w:r>
          </w:p>
        </w:tc>
        <w:tc>
          <w:tcPr>
            <w:tcW w:w="6153" w:type="dxa"/>
            <w:gridSpan w:val="3"/>
            <w:vAlign w:val="center"/>
          </w:tcPr>
          <w:p w:rsidR="00C1399A" w:rsidRPr="0086750F" w:rsidRDefault="00C1399A" w:rsidP="00A80E6E">
            <w:pPr>
              <w:spacing w:after="0" w:line="240" w:lineRule="auto"/>
              <w:rPr>
                <w:b/>
              </w:rPr>
            </w:pPr>
            <w:r w:rsidRPr="0086750F">
              <w:rPr>
                <w:b/>
              </w:rPr>
              <w:t>TELÉFONO:</w:t>
            </w:r>
          </w:p>
        </w:tc>
      </w:tr>
      <w:tr w:rsidR="00D917D2" w:rsidRPr="0086750F" w:rsidTr="005E2D32">
        <w:trPr>
          <w:trHeight w:val="454"/>
        </w:trPr>
        <w:tc>
          <w:tcPr>
            <w:tcW w:w="617" w:type="dxa"/>
            <w:tcBorders>
              <w:left w:val="nil"/>
            </w:tcBorders>
          </w:tcPr>
          <w:p w:rsidR="00D917D2" w:rsidRPr="0086750F" w:rsidRDefault="00D917D2" w:rsidP="0086750F">
            <w:pPr>
              <w:spacing w:after="0" w:line="240" w:lineRule="auto"/>
            </w:pPr>
          </w:p>
        </w:tc>
        <w:tc>
          <w:tcPr>
            <w:tcW w:w="1724" w:type="dxa"/>
            <w:shd w:val="clear" w:color="auto" w:fill="BFBFBF"/>
            <w:vAlign w:val="center"/>
          </w:tcPr>
          <w:p w:rsidR="00D917D2" w:rsidRPr="0086750F" w:rsidRDefault="00D917D2" w:rsidP="00D917D2">
            <w:pPr>
              <w:spacing w:after="0" w:line="240" w:lineRule="auto"/>
              <w:jc w:val="center"/>
              <w:rPr>
                <w:b/>
              </w:rPr>
            </w:pPr>
            <w:r w:rsidRPr="0086750F">
              <w:rPr>
                <w:b/>
              </w:rPr>
              <w:t>FECHA</w:t>
            </w:r>
          </w:p>
        </w:tc>
        <w:tc>
          <w:tcPr>
            <w:tcW w:w="3038" w:type="dxa"/>
            <w:shd w:val="clear" w:color="auto" w:fill="BFBFBF"/>
            <w:vAlign w:val="center"/>
          </w:tcPr>
          <w:p w:rsidR="00D917D2" w:rsidRPr="0086750F" w:rsidRDefault="00D917D2" w:rsidP="00D917D2">
            <w:pPr>
              <w:spacing w:after="0" w:line="240" w:lineRule="auto"/>
              <w:jc w:val="center"/>
              <w:rPr>
                <w:b/>
              </w:rPr>
            </w:pPr>
            <w:r w:rsidRPr="0086750F">
              <w:rPr>
                <w:b/>
              </w:rPr>
              <w:t>ACTIVIDAD</w:t>
            </w:r>
          </w:p>
        </w:tc>
        <w:tc>
          <w:tcPr>
            <w:tcW w:w="1286" w:type="dxa"/>
            <w:shd w:val="clear" w:color="auto" w:fill="BFBFBF"/>
            <w:vAlign w:val="center"/>
          </w:tcPr>
          <w:p w:rsidR="00D917D2" w:rsidRPr="0086750F" w:rsidRDefault="00D917D2" w:rsidP="00D917D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HORAS </w:t>
            </w:r>
            <w:r>
              <w:rPr>
                <w:b/>
              </w:rPr>
              <w:br/>
              <w:t>ASISTENCIA</w:t>
            </w:r>
          </w:p>
        </w:tc>
        <w:tc>
          <w:tcPr>
            <w:tcW w:w="1829" w:type="dxa"/>
            <w:shd w:val="clear" w:color="auto" w:fill="BFBFBF"/>
            <w:vAlign w:val="center"/>
          </w:tcPr>
          <w:p w:rsidR="00D917D2" w:rsidRPr="0086750F" w:rsidRDefault="00D917D2" w:rsidP="00D917D2">
            <w:pPr>
              <w:spacing w:after="0" w:line="240" w:lineRule="auto"/>
              <w:jc w:val="center"/>
              <w:rPr>
                <w:b/>
              </w:rPr>
            </w:pPr>
            <w:r w:rsidRPr="0086750F">
              <w:rPr>
                <w:b/>
              </w:rPr>
              <w:t>FIRMA</w:t>
            </w:r>
          </w:p>
        </w:tc>
      </w:tr>
      <w:tr w:rsidR="00D917D2" w:rsidRPr="0086750F" w:rsidTr="005E2D32">
        <w:trPr>
          <w:trHeight w:val="454"/>
        </w:trPr>
        <w:tc>
          <w:tcPr>
            <w:tcW w:w="617" w:type="dxa"/>
            <w:shd w:val="clear" w:color="auto" w:fill="BFBFBF"/>
            <w:vAlign w:val="center"/>
          </w:tcPr>
          <w:p w:rsidR="00D917D2" w:rsidRPr="0086750F" w:rsidRDefault="00D917D2" w:rsidP="00A80E6E">
            <w:pPr>
              <w:spacing w:after="0" w:line="240" w:lineRule="auto"/>
              <w:jc w:val="center"/>
            </w:pPr>
            <w:r w:rsidRPr="0086750F">
              <w:t>1</w:t>
            </w:r>
          </w:p>
        </w:tc>
        <w:tc>
          <w:tcPr>
            <w:tcW w:w="1724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3038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286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82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</w:tr>
      <w:tr w:rsidR="00D917D2" w:rsidRPr="0086750F" w:rsidTr="005E2D32">
        <w:trPr>
          <w:trHeight w:val="454"/>
        </w:trPr>
        <w:tc>
          <w:tcPr>
            <w:tcW w:w="617" w:type="dxa"/>
            <w:shd w:val="clear" w:color="auto" w:fill="BFBFBF"/>
            <w:vAlign w:val="center"/>
          </w:tcPr>
          <w:p w:rsidR="00D917D2" w:rsidRPr="0086750F" w:rsidRDefault="00D917D2" w:rsidP="00A80E6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724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3038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286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82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</w:tr>
      <w:tr w:rsidR="00D917D2" w:rsidRPr="0086750F" w:rsidTr="005E2D32">
        <w:trPr>
          <w:trHeight w:val="454"/>
        </w:trPr>
        <w:tc>
          <w:tcPr>
            <w:tcW w:w="617" w:type="dxa"/>
            <w:shd w:val="clear" w:color="auto" w:fill="BFBFBF"/>
            <w:vAlign w:val="center"/>
          </w:tcPr>
          <w:p w:rsidR="00D917D2" w:rsidRPr="0086750F" w:rsidRDefault="00D917D2" w:rsidP="00A80E6E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724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3038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286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82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</w:tr>
      <w:tr w:rsidR="00D917D2" w:rsidRPr="0086750F" w:rsidTr="005E2D32">
        <w:trPr>
          <w:trHeight w:val="454"/>
        </w:trPr>
        <w:tc>
          <w:tcPr>
            <w:tcW w:w="617" w:type="dxa"/>
            <w:shd w:val="clear" w:color="auto" w:fill="BFBFBF"/>
            <w:vAlign w:val="center"/>
          </w:tcPr>
          <w:p w:rsidR="00D917D2" w:rsidRPr="0086750F" w:rsidRDefault="00D917D2" w:rsidP="00A80E6E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724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3038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286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82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</w:tr>
      <w:tr w:rsidR="00D917D2" w:rsidRPr="0086750F" w:rsidTr="005E2D32">
        <w:trPr>
          <w:trHeight w:val="454"/>
        </w:trPr>
        <w:tc>
          <w:tcPr>
            <w:tcW w:w="617" w:type="dxa"/>
            <w:shd w:val="clear" w:color="auto" w:fill="BFBFBF"/>
            <w:vAlign w:val="center"/>
          </w:tcPr>
          <w:p w:rsidR="00D917D2" w:rsidRPr="0086750F" w:rsidRDefault="00D917D2" w:rsidP="00A80E6E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724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3038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286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82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</w:tr>
      <w:tr w:rsidR="00D917D2" w:rsidRPr="0086750F" w:rsidTr="005E2D32">
        <w:trPr>
          <w:trHeight w:val="454"/>
        </w:trPr>
        <w:tc>
          <w:tcPr>
            <w:tcW w:w="617" w:type="dxa"/>
            <w:shd w:val="clear" w:color="auto" w:fill="BFBFBF"/>
            <w:vAlign w:val="center"/>
          </w:tcPr>
          <w:p w:rsidR="00D917D2" w:rsidRPr="0086750F" w:rsidRDefault="00D917D2" w:rsidP="00A80E6E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724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3038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286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82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</w:tr>
      <w:tr w:rsidR="00D917D2" w:rsidRPr="0086750F" w:rsidTr="005E2D32">
        <w:trPr>
          <w:trHeight w:val="454"/>
        </w:trPr>
        <w:tc>
          <w:tcPr>
            <w:tcW w:w="617" w:type="dxa"/>
            <w:shd w:val="clear" w:color="auto" w:fill="BFBFBF"/>
            <w:vAlign w:val="center"/>
          </w:tcPr>
          <w:p w:rsidR="00D917D2" w:rsidRPr="0086750F" w:rsidRDefault="00D917D2" w:rsidP="00A80E6E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724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3038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286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82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</w:tr>
      <w:tr w:rsidR="00D917D2" w:rsidRPr="0086750F" w:rsidTr="005E2D32">
        <w:trPr>
          <w:trHeight w:val="454"/>
        </w:trPr>
        <w:tc>
          <w:tcPr>
            <w:tcW w:w="617" w:type="dxa"/>
            <w:shd w:val="clear" w:color="auto" w:fill="BFBFBF"/>
            <w:vAlign w:val="center"/>
          </w:tcPr>
          <w:p w:rsidR="00D917D2" w:rsidRPr="0086750F" w:rsidRDefault="00D917D2" w:rsidP="00A80E6E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724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3038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286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82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</w:tr>
      <w:tr w:rsidR="00D917D2" w:rsidRPr="0086750F" w:rsidTr="005E2D32">
        <w:trPr>
          <w:trHeight w:val="454"/>
        </w:trPr>
        <w:tc>
          <w:tcPr>
            <w:tcW w:w="617" w:type="dxa"/>
            <w:shd w:val="clear" w:color="auto" w:fill="BFBFBF"/>
            <w:vAlign w:val="center"/>
          </w:tcPr>
          <w:p w:rsidR="00D917D2" w:rsidRPr="0086750F" w:rsidRDefault="00D917D2" w:rsidP="00A80E6E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724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3038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286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82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</w:tr>
      <w:tr w:rsidR="00D917D2" w:rsidRPr="0086750F" w:rsidTr="005E2D32">
        <w:trPr>
          <w:trHeight w:val="454"/>
        </w:trPr>
        <w:tc>
          <w:tcPr>
            <w:tcW w:w="617" w:type="dxa"/>
            <w:shd w:val="clear" w:color="auto" w:fill="BFBFBF"/>
            <w:vAlign w:val="center"/>
          </w:tcPr>
          <w:p w:rsidR="00D917D2" w:rsidRPr="0086750F" w:rsidRDefault="00D917D2" w:rsidP="00A80E6E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724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3038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286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82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</w:tr>
      <w:tr w:rsidR="00D917D2" w:rsidRPr="0086750F" w:rsidTr="005E2D32">
        <w:trPr>
          <w:trHeight w:val="454"/>
        </w:trPr>
        <w:tc>
          <w:tcPr>
            <w:tcW w:w="617" w:type="dxa"/>
            <w:shd w:val="clear" w:color="auto" w:fill="BFBFBF"/>
            <w:vAlign w:val="center"/>
          </w:tcPr>
          <w:p w:rsidR="00D917D2" w:rsidRPr="0086750F" w:rsidRDefault="00D917D2" w:rsidP="00B919F7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1724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3038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1286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1829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</w:tr>
      <w:tr w:rsidR="00D917D2" w:rsidRPr="0086750F" w:rsidTr="005E2D32">
        <w:trPr>
          <w:trHeight w:val="454"/>
        </w:trPr>
        <w:tc>
          <w:tcPr>
            <w:tcW w:w="617" w:type="dxa"/>
            <w:shd w:val="clear" w:color="auto" w:fill="BFBFBF"/>
            <w:vAlign w:val="center"/>
          </w:tcPr>
          <w:p w:rsidR="00D917D2" w:rsidRPr="0086750F" w:rsidRDefault="00D917D2" w:rsidP="00B919F7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724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3038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1286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1829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</w:tr>
      <w:tr w:rsidR="00D917D2" w:rsidRPr="0086750F" w:rsidTr="005E2D32">
        <w:trPr>
          <w:trHeight w:val="454"/>
        </w:trPr>
        <w:tc>
          <w:tcPr>
            <w:tcW w:w="617" w:type="dxa"/>
            <w:shd w:val="clear" w:color="auto" w:fill="BFBFBF"/>
            <w:vAlign w:val="center"/>
          </w:tcPr>
          <w:p w:rsidR="00D917D2" w:rsidRPr="0086750F" w:rsidRDefault="00D917D2" w:rsidP="00B919F7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1724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3038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1286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1829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</w:tr>
      <w:tr w:rsidR="005E2D32" w:rsidRPr="0086750F" w:rsidTr="005E2D32">
        <w:trPr>
          <w:trHeight w:val="454"/>
        </w:trPr>
        <w:tc>
          <w:tcPr>
            <w:tcW w:w="617" w:type="dxa"/>
            <w:shd w:val="clear" w:color="auto" w:fill="BFBFBF"/>
            <w:vAlign w:val="center"/>
          </w:tcPr>
          <w:p w:rsidR="005E2D32" w:rsidRPr="0086750F" w:rsidRDefault="005E2D32" w:rsidP="00FB0C5C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1724" w:type="dxa"/>
            <w:vAlign w:val="center"/>
          </w:tcPr>
          <w:p w:rsidR="005E2D32" w:rsidRPr="0086750F" w:rsidRDefault="005E2D32" w:rsidP="00FB0C5C">
            <w:pPr>
              <w:spacing w:after="0" w:line="240" w:lineRule="auto"/>
            </w:pPr>
          </w:p>
        </w:tc>
        <w:tc>
          <w:tcPr>
            <w:tcW w:w="3038" w:type="dxa"/>
            <w:vAlign w:val="center"/>
          </w:tcPr>
          <w:p w:rsidR="005E2D32" w:rsidRPr="0086750F" w:rsidRDefault="005E2D32" w:rsidP="00FB0C5C">
            <w:pPr>
              <w:spacing w:after="0" w:line="240" w:lineRule="auto"/>
            </w:pPr>
          </w:p>
        </w:tc>
        <w:tc>
          <w:tcPr>
            <w:tcW w:w="1286" w:type="dxa"/>
            <w:vAlign w:val="center"/>
          </w:tcPr>
          <w:p w:rsidR="005E2D32" w:rsidRPr="0086750F" w:rsidRDefault="005E2D32" w:rsidP="00FB0C5C">
            <w:pPr>
              <w:spacing w:after="0" w:line="240" w:lineRule="auto"/>
            </w:pPr>
          </w:p>
        </w:tc>
        <w:tc>
          <w:tcPr>
            <w:tcW w:w="1829" w:type="dxa"/>
            <w:vAlign w:val="center"/>
          </w:tcPr>
          <w:p w:rsidR="005E2D32" w:rsidRPr="0086750F" w:rsidRDefault="005E2D32" w:rsidP="00FB0C5C">
            <w:pPr>
              <w:spacing w:after="0" w:line="240" w:lineRule="auto"/>
            </w:pPr>
          </w:p>
        </w:tc>
      </w:tr>
      <w:tr w:rsidR="00D917D2" w:rsidRPr="0086750F" w:rsidTr="005E2D32">
        <w:trPr>
          <w:trHeight w:val="454"/>
        </w:trPr>
        <w:tc>
          <w:tcPr>
            <w:tcW w:w="617" w:type="dxa"/>
            <w:shd w:val="clear" w:color="auto" w:fill="BFBFBF"/>
            <w:vAlign w:val="center"/>
          </w:tcPr>
          <w:p w:rsidR="00D917D2" w:rsidRPr="0086750F" w:rsidRDefault="00D917D2" w:rsidP="005E2D32">
            <w:pPr>
              <w:spacing w:after="0" w:line="240" w:lineRule="auto"/>
              <w:jc w:val="center"/>
            </w:pPr>
            <w:r>
              <w:t>1</w:t>
            </w:r>
            <w:r w:rsidR="005E2D32">
              <w:t>5</w:t>
            </w:r>
          </w:p>
        </w:tc>
        <w:tc>
          <w:tcPr>
            <w:tcW w:w="1724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3038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1286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1829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</w:tr>
    </w:tbl>
    <w:p w:rsidR="00A80E6E" w:rsidRDefault="00A80E6E" w:rsidP="00A80E6E"/>
    <w:p w:rsidR="00A80E6E" w:rsidRDefault="00A80E6E" w:rsidP="00A80E6E">
      <w:bookmarkStart w:id="0" w:name="_GoBack"/>
      <w:bookmarkEnd w:id="0"/>
    </w:p>
    <w:sectPr w:rsidR="00A80E6E" w:rsidSect="005E2D32">
      <w:headerReference w:type="default" r:id="rId7"/>
      <w:pgSz w:w="11906" w:h="16838"/>
      <w:pgMar w:top="154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20D" w:rsidRDefault="0067520D" w:rsidP="00191449">
      <w:pPr>
        <w:spacing w:after="0" w:line="240" w:lineRule="auto"/>
      </w:pPr>
      <w:r>
        <w:separator/>
      </w:r>
    </w:p>
  </w:endnote>
  <w:endnote w:type="continuationSeparator" w:id="0">
    <w:p w:rsidR="0067520D" w:rsidRDefault="0067520D" w:rsidP="00191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20D" w:rsidRDefault="0067520D" w:rsidP="00191449">
      <w:pPr>
        <w:spacing w:after="0" w:line="240" w:lineRule="auto"/>
      </w:pPr>
      <w:r>
        <w:separator/>
      </w:r>
    </w:p>
  </w:footnote>
  <w:footnote w:type="continuationSeparator" w:id="0">
    <w:p w:rsidR="0067520D" w:rsidRDefault="0067520D" w:rsidP="00191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5A0" w:rsidRDefault="00A00EC9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-341204</wp:posOffset>
          </wp:positionV>
          <wp:extent cx="6250305" cy="854075"/>
          <wp:effectExtent l="0" t="0" r="0" b="3175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0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120FB"/>
    <w:multiLevelType w:val="hybridMultilevel"/>
    <w:tmpl w:val="68840866"/>
    <w:lvl w:ilvl="0" w:tplc="1E96A3A4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5A0"/>
    <w:rsid w:val="000628D3"/>
    <w:rsid w:val="00063A97"/>
    <w:rsid w:val="00191449"/>
    <w:rsid w:val="001F2174"/>
    <w:rsid w:val="002C3885"/>
    <w:rsid w:val="003D33B1"/>
    <w:rsid w:val="003E1C97"/>
    <w:rsid w:val="00465CC9"/>
    <w:rsid w:val="004C4E83"/>
    <w:rsid w:val="004F6334"/>
    <w:rsid w:val="00502ADF"/>
    <w:rsid w:val="005E2D32"/>
    <w:rsid w:val="00601404"/>
    <w:rsid w:val="0067520D"/>
    <w:rsid w:val="00677677"/>
    <w:rsid w:val="008350B7"/>
    <w:rsid w:val="008365C3"/>
    <w:rsid w:val="0086640B"/>
    <w:rsid w:val="0086750F"/>
    <w:rsid w:val="009D647C"/>
    <w:rsid w:val="00A00EC9"/>
    <w:rsid w:val="00A80E6E"/>
    <w:rsid w:val="00AF20A2"/>
    <w:rsid w:val="00B77D0C"/>
    <w:rsid w:val="00B978E3"/>
    <w:rsid w:val="00C1399A"/>
    <w:rsid w:val="00C855A0"/>
    <w:rsid w:val="00D2760A"/>
    <w:rsid w:val="00D917D2"/>
    <w:rsid w:val="00F76F4A"/>
    <w:rsid w:val="00FC5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BA2676"/>
  <w15:docId w15:val="{96EC4F31-7987-4C1F-8634-89902166F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8E3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3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914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1449"/>
  </w:style>
  <w:style w:type="paragraph" w:styleId="Piedepgina">
    <w:name w:val="footer"/>
    <w:basedOn w:val="Normal"/>
    <w:link w:val="PiedepginaCar"/>
    <w:uiPriority w:val="99"/>
    <w:unhideWhenUsed/>
    <w:rsid w:val="001914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1449"/>
  </w:style>
  <w:style w:type="paragraph" w:styleId="Textodeglobo">
    <w:name w:val="Balloon Text"/>
    <w:basedOn w:val="Normal"/>
    <w:link w:val="TextodegloboCar"/>
    <w:uiPriority w:val="99"/>
    <w:semiHidden/>
    <w:unhideWhenUsed/>
    <w:rsid w:val="00191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14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MIRIAM%202017\000%20PROGRAMAS\02%20PIFE\03%20PIFE%20NAVARRA\08%20HERRAMIENTAS%20SOPORTE%20EJECUCI&#211;N\01%20JUSTIFICACION\01%20PLANTILLAS\02%20Orientacio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02 Orientacion</Template>
  <TotalTime>12</TotalTime>
  <Pages>1</Pages>
  <Words>55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MARTON</dc:creator>
  <cp:lastModifiedBy>n208461</cp:lastModifiedBy>
  <cp:revision>9</cp:revision>
  <cp:lastPrinted>2016-02-18T09:56:00Z</cp:lastPrinted>
  <dcterms:created xsi:type="dcterms:W3CDTF">2024-01-23T08:18:00Z</dcterms:created>
  <dcterms:modified xsi:type="dcterms:W3CDTF">2024-08-08T06:06:00Z</dcterms:modified>
</cp:coreProperties>
</file>